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1176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B03191" w14:textId="77777777" w:rsidTr="00CA2922">
        <w:trPr>
          <w:tblHeader/>
        </w:trPr>
        <w:tc>
          <w:tcPr>
            <w:tcW w:w="2689" w:type="dxa"/>
          </w:tcPr>
          <w:p w14:paraId="1CBAA61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83005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F254B" w14:paraId="5F98FB75" w14:textId="77777777" w:rsidTr="00CA2922">
        <w:tc>
          <w:tcPr>
            <w:tcW w:w="2689" w:type="dxa"/>
          </w:tcPr>
          <w:p w14:paraId="456A511B" w14:textId="77777777" w:rsidR="006F254B" w:rsidRPr="00CC451E" w:rsidRDefault="006F254B" w:rsidP="006F254B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1AB652F3" w14:textId="6DEF1EB5" w:rsidR="006F254B" w:rsidRPr="008E55D1" w:rsidRDefault="008E55D1" w:rsidP="008E55D1">
            <w:pPr>
              <w:pStyle w:val="SIText"/>
            </w:pPr>
            <w:r w:rsidRPr="008E55D1">
              <w:t>This version released with FBP Food, Beverage and Pharmaceuticals Training Package version 1.0.</w:t>
            </w:r>
          </w:p>
        </w:tc>
      </w:tr>
    </w:tbl>
    <w:p w14:paraId="0AF3A6C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56C4F" w14:textId="77777777" w:rsidTr="000D7BE6">
        <w:tc>
          <w:tcPr>
            <w:tcW w:w="1396" w:type="pct"/>
            <w:shd w:val="clear" w:color="auto" w:fill="auto"/>
          </w:tcPr>
          <w:p w14:paraId="4051C9A7" w14:textId="541F5AC1" w:rsidR="00F1480E" w:rsidRPr="00923720" w:rsidRDefault="008E55D1" w:rsidP="00923720">
            <w:pPr>
              <w:pStyle w:val="SISSCODE"/>
            </w:pPr>
            <w:r w:rsidRPr="008E55D1">
              <w:t>FBPSS000002</w:t>
            </w:r>
          </w:p>
        </w:tc>
        <w:tc>
          <w:tcPr>
            <w:tcW w:w="3604" w:type="pct"/>
            <w:shd w:val="clear" w:color="auto" w:fill="auto"/>
          </w:tcPr>
          <w:p w14:paraId="1CB1EFB3" w14:textId="4043BBFB" w:rsidR="00F1480E" w:rsidRPr="00923720" w:rsidRDefault="00D46529" w:rsidP="00A772D9">
            <w:pPr>
              <w:pStyle w:val="SISStitle"/>
            </w:pPr>
            <w:r>
              <w:t>Bread</w:t>
            </w:r>
            <w:r w:rsidR="006F254B">
              <w:t xml:space="preserve"> baking </w:t>
            </w:r>
            <w:r w:rsidR="00FD1086">
              <w:t xml:space="preserve">for pastry cooks </w:t>
            </w:r>
            <w:r w:rsidR="006F254B">
              <w:t>skill set</w:t>
            </w:r>
          </w:p>
        </w:tc>
      </w:tr>
      <w:tr w:rsidR="00A772D9" w:rsidRPr="00963A46" w14:paraId="778EDB85" w14:textId="77777777" w:rsidTr="000D7BE6">
        <w:tc>
          <w:tcPr>
            <w:tcW w:w="5000" w:type="pct"/>
            <w:gridSpan w:val="2"/>
            <w:shd w:val="clear" w:color="auto" w:fill="auto"/>
          </w:tcPr>
          <w:p w14:paraId="0F58FB14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3A4E2CA" w14:textId="5D3EDD5A" w:rsidR="00A772D9" w:rsidRDefault="00DB557A" w:rsidP="006F254B">
            <w:pPr>
              <w:pStyle w:val="SIText"/>
            </w:pPr>
            <w:r w:rsidRPr="00940100">
              <w:t xml:space="preserve">This </w:t>
            </w:r>
            <w:r>
              <w:t xml:space="preserve">skill set </w:t>
            </w:r>
            <w:r w:rsidR="00D43BF2">
              <w:t>addresses the skills required</w:t>
            </w:r>
            <w:bookmarkStart w:id="0" w:name="_GoBack"/>
            <w:bookmarkEnd w:id="0"/>
            <w:r w:rsidR="006F254B">
              <w:t xml:space="preserve"> to provide </w:t>
            </w:r>
            <w:r w:rsidR="00D46529">
              <w:t xml:space="preserve">pastry cooks with the </w:t>
            </w:r>
            <w:r w:rsidR="006F254B">
              <w:t xml:space="preserve">knowledge and </w:t>
            </w:r>
            <w:r w:rsidR="00D46529">
              <w:t>skills to bake bread products</w:t>
            </w:r>
            <w:r w:rsidR="006F254B">
              <w:t>.</w:t>
            </w:r>
          </w:p>
          <w:p w14:paraId="479D45E2" w14:textId="77777777" w:rsidR="006F254B" w:rsidRPr="00856837" w:rsidRDefault="006F254B" w:rsidP="006F254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6994CD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E88772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1E33524" w14:textId="77777777" w:rsidR="00975319" w:rsidRDefault="00975319" w:rsidP="008E55D1">
            <w:pPr>
              <w:pStyle w:val="SIBulletList1"/>
            </w:pPr>
            <w:r w:rsidRPr="008E55D1">
              <w:t xml:space="preserve">FBPRBK3005 </w:t>
            </w:r>
            <w:r>
              <w:t>Produce basic bread products</w:t>
            </w:r>
          </w:p>
          <w:p w14:paraId="747A64B7" w14:textId="77777777" w:rsidR="00975319" w:rsidRDefault="00975319" w:rsidP="008E55D1">
            <w:pPr>
              <w:pStyle w:val="SIBulletList1"/>
            </w:pPr>
            <w:r w:rsidRPr="008E55D1">
              <w:t xml:space="preserve">FBPRBK3006 </w:t>
            </w:r>
            <w:r>
              <w:t>Produce savoury bread products</w:t>
            </w:r>
          </w:p>
          <w:p w14:paraId="1676BAFE" w14:textId="77777777" w:rsidR="00975319" w:rsidRDefault="00975319" w:rsidP="002B445C">
            <w:pPr>
              <w:pStyle w:val="SIBulletList1"/>
            </w:pPr>
            <w:r w:rsidRPr="002B445C">
              <w:t xml:space="preserve">FBPRBK3007 </w:t>
            </w:r>
            <w:r>
              <w:t>Produce specialty flour bread products</w:t>
            </w:r>
          </w:p>
          <w:p w14:paraId="63F05526" w14:textId="77777777" w:rsidR="00975319" w:rsidRDefault="00975319" w:rsidP="008E55D1">
            <w:pPr>
              <w:pStyle w:val="SIBulletList1"/>
            </w:pPr>
            <w:r w:rsidRPr="008E55D1">
              <w:t xml:space="preserve">FBPRBK3014 </w:t>
            </w:r>
            <w:r>
              <w:t>Produce sweet yeast products</w:t>
            </w:r>
          </w:p>
          <w:p w14:paraId="15FF7976" w14:textId="4DC3CFB2" w:rsidR="00975319" w:rsidRDefault="00975319" w:rsidP="006F254B">
            <w:pPr>
              <w:pStyle w:val="SIBulletList1"/>
            </w:pPr>
            <w:r>
              <w:t>FBPRBK4001 Produce artisan bread products*</w:t>
            </w:r>
          </w:p>
          <w:p w14:paraId="0F5C5E0F" w14:textId="77777777" w:rsidR="00975319" w:rsidRDefault="00975319" w:rsidP="00975319">
            <w:pPr>
              <w:pStyle w:val="SIText"/>
              <w:rPr>
                <w:lang w:val="en-US"/>
              </w:rPr>
            </w:pPr>
          </w:p>
          <w:p w14:paraId="7B74BA06" w14:textId="2CDC0298" w:rsidR="00975319" w:rsidRPr="00975319" w:rsidRDefault="00975319" w:rsidP="00975319">
            <w:pPr>
              <w:pStyle w:val="SIText"/>
              <w:rPr>
                <w:lang w:val="en-US"/>
              </w:rPr>
            </w:pPr>
            <w:r w:rsidRPr="00975319">
              <w:rPr>
                <w:lang w:val="en-US"/>
              </w:rPr>
              <w:t>* Individuals must achieve competency in FBPRBK3005 Produce basic bread products prior to</w:t>
            </w:r>
            <w:r>
              <w:rPr>
                <w:lang w:val="en-US"/>
              </w:rPr>
              <w:t xml:space="preserve"> </w:t>
            </w:r>
            <w:r w:rsidRPr="00975319">
              <w:rPr>
                <w:lang w:val="en-US"/>
              </w:rPr>
              <w:t>assessment of FBPRBK4001 Produce artisan bread products.</w:t>
            </w:r>
          </w:p>
          <w:p w14:paraId="6C03CE68" w14:textId="77777777" w:rsidR="00975319" w:rsidRDefault="00975319" w:rsidP="0097531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6946952" w14:textId="297B6595" w:rsidR="000C182A" w:rsidRPr="008908DE" w:rsidRDefault="000C182A" w:rsidP="000C182A">
            <w:pPr>
              <w:pStyle w:val="SIText"/>
            </w:pPr>
          </w:p>
        </w:tc>
      </w:tr>
      <w:tr w:rsidR="00A772D9" w:rsidRPr="00963A46" w14:paraId="2F807DCE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22512EC" w14:textId="20A9EF20" w:rsidR="00A772D9" w:rsidRDefault="000B3412" w:rsidP="00DB557A">
            <w:pPr>
              <w:pStyle w:val="SITextHeading2"/>
            </w:pPr>
            <w:r>
              <w:t>Relationship to Qualification(s)</w:t>
            </w:r>
          </w:p>
          <w:p w14:paraId="294DFA1A" w14:textId="7CBE8225" w:rsidR="00DB557A" w:rsidRDefault="00FD1086" w:rsidP="00FD1086">
            <w:pPr>
              <w:pStyle w:val="SIText"/>
            </w:pPr>
            <w:r w:rsidRPr="00586E5B">
              <w:t xml:space="preserve">These units of competency provide </w:t>
            </w:r>
            <w:r>
              <w:t xml:space="preserve">a pathway from the </w:t>
            </w:r>
            <w:r w:rsidR="008E55D1" w:rsidRPr="008E55D1">
              <w:t xml:space="preserve">FBP30317 </w:t>
            </w:r>
            <w:r>
              <w:t>C</w:t>
            </w:r>
            <w:r w:rsidR="00E044DD">
              <w:t>ertificate III in Cake and Pastry</w:t>
            </w:r>
            <w:r>
              <w:t xml:space="preserve"> or equivalent</w:t>
            </w:r>
            <w:r w:rsidR="00D46529">
              <w:t>.</w:t>
            </w:r>
          </w:p>
        </w:tc>
      </w:tr>
      <w:tr w:rsidR="00E438C3" w:rsidRPr="00963A46" w14:paraId="06DAA563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6F6710D0" w14:textId="77777777" w:rsidR="00DB557A" w:rsidRPr="0083005E" w:rsidRDefault="00DB557A" w:rsidP="00DB557A">
            <w:pPr>
              <w:pStyle w:val="SITextHeading2"/>
            </w:pPr>
            <w:r w:rsidRPr="0083005E">
              <w:t xml:space="preserve">Licensing/Regulatory Information </w:t>
            </w:r>
          </w:p>
          <w:p w14:paraId="33ACCB52" w14:textId="2E987C02" w:rsidR="002C6EBD" w:rsidRDefault="002C6EBD" w:rsidP="002C6EBD">
            <w:pPr>
              <w:pStyle w:val="SIText"/>
            </w:pPr>
            <w:r>
              <w:t xml:space="preserve">Food safety legislation applies to workers in this industry. Requirements vary between industry sectors and state/territory jurisdictions. Users of this skill set are advised to check with their food safety authority for specific requirements. </w:t>
            </w:r>
          </w:p>
          <w:p w14:paraId="5FFCF89E" w14:textId="6614DF6B" w:rsidR="00E438C3" w:rsidRDefault="00E438C3" w:rsidP="006F254B">
            <w:pPr>
              <w:pStyle w:val="SIText"/>
            </w:pPr>
          </w:p>
        </w:tc>
      </w:tr>
      <w:tr w:rsidR="005C7EA8" w:rsidRPr="00963A46" w14:paraId="6E92B06A" w14:textId="77777777" w:rsidTr="00DB557A">
        <w:trPr>
          <w:trHeight w:val="1258"/>
        </w:trPr>
        <w:tc>
          <w:tcPr>
            <w:tcW w:w="5000" w:type="pct"/>
            <w:gridSpan w:val="2"/>
            <w:shd w:val="clear" w:color="auto" w:fill="auto"/>
          </w:tcPr>
          <w:p w14:paraId="0D076E3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1C87CD" w14:textId="619AEB05" w:rsidR="00894FBB" w:rsidRPr="00894FBB" w:rsidRDefault="006F254B" w:rsidP="00DB557A">
            <w:pPr>
              <w:pStyle w:val="SIText"/>
            </w:pPr>
            <w:r>
              <w:t xml:space="preserve">This skill set </w:t>
            </w:r>
            <w:r w:rsidR="00FD1086">
              <w:t xml:space="preserve">targets </w:t>
            </w:r>
            <w:r>
              <w:t xml:space="preserve">experienced </w:t>
            </w:r>
            <w:r w:rsidR="00FD1086">
              <w:t xml:space="preserve">pastry cooks who require the skills and </w:t>
            </w:r>
            <w:r w:rsidR="00EA51B1">
              <w:t xml:space="preserve">knowledge </w:t>
            </w:r>
            <w:r w:rsidR="00FD1086">
              <w:t>to bake bread products in a commercial baking environment</w:t>
            </w:r>
            <w:r>
              <w:t>.</w:t>
            </w:r>
          </w:p>
        </w:tc>
      </w:tr>
      <w:tr w:rsidR="00DB557A" w:rsidRPr="00963A46" w14:paraId="18746586" w14:textId="77777777" w:rsidTr="00DB557A">
        <w:trPr>
          <w:trHeight w:val="1258"/>
        </w:trPr>
        <w:tc>
          <w:tcPr>
            <w:tcW w:w="5000" w:type="pct"/>
            <w:gridSpan w:val="2"/>
            <w:shd w:val="clear" w:color="auto" w:fill="auto"/>
          </w:tcPr>
          <w:p w14:paraId="0C86D6E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BEF5AA0" w14:textId="265C5DB1" w:rsidR="00DB557A" w:rsidRPr="0083005E" w:rsidRDefault="00DB557A" w:rsidP="006F254B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E55D1" w:rsidRPr="008E55D1">
              <w:t>FBP Food, Beverage and Pharmaceuticals Training Package</w:t>
            </w:r>
            <w:r w:rsidR="008E55D1">
              <w:t xml:space="preserve"> </w:t>
            </w:r>
            <w:r w:rsidR="006F254B">
              <w:t xml:space="preserve">meet industry requirements for </w:t>
            </w:r>
            <w:r w:rsidR="00FD1086">
              <w:t>baking bread products</w:t>
            </w:r>
            <w:r w:rsidR="006F254B">
              <w:t xml:space="preserve"> in </w:t>
            </w:r>
            <w:r w:rsidR="00FD1086">
              <w:t>commercial</w:t>
            </w:r>
            <w:r w:rsidR="006F254B">
              <w:t xml:space="preserve"> bakeries.</w:t>
            </w:r>
          </w:p>
        </w:tc>
      </w:tr>
    </w:tbl>
    <w:p w14:paraId="44677E6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B5874" w14:textId="77777777" w:rsidR="00277AC1" w:rsidRDefault="00277AC1" w:rsidP="00BF3F0A">
      <w:r>
        <w:separator/>
      </w:r>
    </w:p>
    <w:p w14:paraId="4F6D30D5" w14:textId="77777777" w:rsidR="00277AC1" w:rsidRDefault="00277AC1"/>
  </w:endnote>
  <w:endnote w:type="continuationSeparator" w:id="0">
    <w:p w14:paraId="69AA4C8A" w14:textId="77777777" w:rsidR="00277AC1" w:rsidRDefault="00277AC1" w:rsidP="00BF3F0A">
      <w:r>
        <w:continuationSeparator/>
      </w:r>
    </w:p>
    <w:p w14:paraId="45472EFC" w14:textId="77777777" w:rsidR="00277AC1" w:rsidRDefault="00277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832660" w14:textId="08B8F360" w:rsidR="00D810DE" w:rsidRPr="00DB557A" w:rsidRDefault="00D810DE" w:rsidP="000D7BE6">
        <w:pPr>
          <w:tabs>
            <w:tab w:val="right" w:pos="9498"/>
          </w:tabs>
          <w:rPr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43BF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</w:sdtContent>
  </w:sdt>
  <w:p w14:paraId="5663F0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D066E" w14:textId="77777777" w:rsidR="00277AC1" w:rsidRDefault="00277AC1" w:rsidP="00BF3F0A">
      <w:r>
        <w:separator/>
      </w:r>
    </w:p>
    <w:p w14:paraId="2CCC61A2" w14:textId="77777777" w:rsidR="00277AC1" w:rsidRDefault="00277AC1"/>
  </w:footnote>
  <w:footnote w:type="continuationSeparator" w:id="0">
    <w:p w14:paraId="693CC3B0" w14:textId="77777777" w:rsidR="00277AC1" w:rsidRDefault="00277AC1" w:rsidP="00BF3F0A">
      <w:r>
        <w:continuationSeparator/>
      </w:r>
    </w:p>
    <w:p w14:paraId="5B2C1A24" w14:textId="77777777" w:rsidR="00277AC1" w:rsidRDefault="00277A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7BAB" w14:textId="13C597AD" w:rsidR="009C2650" w:rsidRDefault="008E55D1">
    <w:pPr>
      <w:pStyle w:val="Header"/>
    </w:pPr>
    <w:r w:rsidRPr="008E55D1">
      <w:t xml:space="preserve">FBPSS000002 </w:t>
    </w:r>
    <w:r w:rsidR="00D46529">
      <w:t xml:space="preserve">Bread baking </w:t>
    </w:r>
    <w:r w:rsidR="00FD1086">
      <w:t xml:space="preserve">for pastry cooks </w:t>
    </w:r>
    <w:r w:rsidR="006F254B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AwMDU0MDaxsDS2NDNX0lEKTi0uzszPAykwrAUAqnT/xSwAAAA="/>
  </w:docVars>
  <w:rsids>
    <w:rsidRoot w:val="006F254B"/>
    <w:rsid w:val="000014B9"/>
    <w:rsid w:val="00005A15"/>
    <w:rsid w:val="0001108F"/>
    <w:rsid w:val="000115E2"/>
    <w:rsid w:val="0001296A"/>
    <w:rsid w:val="00016803"/>
    <w:rsid w:val="00023992"/>
    <w:rsid w:val="00037D92"/>
    <w:rsid w:val="00040188"/>
    <w:rsid w:val="00041E59"/>
    <w:rsid w:val="00053D7E"/>
    <w:rsid w:val="00064BFE"/>
    <w:rsid w:val="00070B3E"/>
    <w:rsid w:val="00071F95"/>
    <w:rsid w:val="000737BB"/>
    <w:rsid w:val="00074944"/>
    <w:rsid w:val="00074E47"/>
    <w:rsid w:val="000A5441"/>
    <w:rsid w:val="000B3412"/>
    <w:rsid w:val="000C13F1"/>
    <w:rsid w:val="000C182A"/>
    <w:rsid w:val="000D7BE6"/>
    <w:rsid w:val="000E2C86"/>
    <w:rsid w:val="000E320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1089"/>
    <w:rsid w:val="00242293"/>
    <w:rsid w:val="00244EA7"/>
    <w:rsid w:val="00262FC3"/>
    <w:rsid w:val="002768C6"/>
    <w:rsid w:val="00276DB8"/>
    <w:rsid w:val="00277AC1"/>
    <w:rsid w:val="00282664"/>
    <w:rsid w:val="00285FB8"/>
    <w:rsid w:val="002931C2"/>
    <w:rsid w:val="002A4CD3"/>
    <w:rsid w:val="002B445C"/>
    <w:rsid w:val="002C55E9"/>
    <w:rsid w:val="002C6EBD"/>
    <w:rsid w:val="002D0C8B"/>
    <w:rsid w:val="002E193E"/>
    <w:rsid w:val="002E272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7C00"/>
    <w:rsid w:val="003D2E73"/>
    <w:rsid w:val="003E7BBE"/>
    <w:rsid w:val="004016D7"/>
    <w:rsid w:val="0040475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708EB"/>
    <w:rsid w:val="00575BC6"/>
    <w:rsid w:val="00583902"/>
    <w:rsid w:val="005A3AA5"/>
    <w:rsid w:val="005A6C9C"/>
    <w:rsid w:val="005A74DC"/>
    <w:rsid w:val="005B5013"/>
    <w:rsid w:val="005B5146"/>
    <w:rsid w:val="005C7EA8"/>
    <w:rsid w:val="005E7125"/>
    <w:rsid w:val="005F33CC"/>
    <w:rsid w:val="006121D4"/>
    <w:rsid w:val="00613B49"/>
    <w:rsid w:val="00620E8E"/>
    <w:rsid w:val="006317B3"/>
    <w:rsid w:val="00633CFE"/>
    <w:rsid w:val="00634FCA"/>
    <w:rsid w:val="006404B5"/>
    <w:rsid w:val="006452B8"/>
    <w:rsid w:val="00652E62"/>
    <w:rsid w:val="00686E7D"/>
    <w:rsid w:val="00687B62"/>
    <w:rsid w:val="00690C44"/>
    <w:rsid w:val="00695891"/>
    <w:rsid w:val="006969D9"/>
    <w:rsid w:val="006A1104"/>
    <w:rsid w:val="006A2B68"/>
    <w:rsid w:val="006C2F32"/>
    <w:rsid w:val="006D4448"/>
    <w:rsid w:val="006E2C4D"/>
    <w:rsid w:val="006F254B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55D1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5319"/>
    <w:rsid w:val="0098725E"/>
    <w:rsid w:val="009A5798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A8C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B1B8E"/>
    <w:rsid w:val="00AB75C4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11D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5007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BF2"/>
    <w:rsid w:val="00D46529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44DD"/>
    <w:rsid w:val="00E238E6"/>
    <w:rsid w:val="00E35064"/>
    <w:rsid w:val="00E438C3"/>
    <w:rsid w:val="00E501F0"/>
    <w:rsid w:val="00E72B10"/>
    <w:rsid w:val="00E91BFF"/>
    <w:rsid w:val="00E92933"/>
    <w:rsid w:val="00EA3B97"/>
    <w:rsid w:val="00EA51B1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D108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E2A9DB"/>
  <w15:docId w15:val="{FBB7D86C-17B0-42C0-B7BF-75004887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m3786026485898263907m7535013165610114734gmail-il">
    <w:name w:val="m_3786026485898263907m_7535013165610114734gmail-il"/>
    <w:basedOn w:val="DefaultParagraphFont"/>
    <w:rsid w:val="006F254B"/>
  </w:style>
  <w:style w:type="paragraph" w:styleId="NormalWeb">
    <w:name w:val="Normal (Web)"/>
    <w:basedOn w:val="Normal"/>
    <w:uiPriority w:val="99"/>
    <w:semiHidden/>
    <w:unhideWhenUsed/>
    <w:rsid w:val="002C6E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0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ggi\Administration\templates\SI%20skillse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3601A24FCA44CB014AFD023C93985" ma:contentTypeVersion="4" ma:contentTypeDescription="Create a new document." ma:contentTypeScope="" ma:versionID="8f5373b59d062348a3d37a292506f684">
  <xsd:schema xmlns:xsd="http://www.w3.org/2001/XMLSchema" xmlns:xs="http://www.w3.org/2001/XMLSchema" xmlns:p="http://schemas.microsoft.com/office/2006/metadata/properties" xmlns:ns2="8f43c985-e3a9-4c8f-a179-af9a6f911d00" targetNamespace="http://schemas.microsoft.com/office/2006/metadata/properties" ma:root="true" ma:fieldsID="d64d08e092d15757ca12a15a7335b268" ns2:_="">
    <xsd:import namespace="8f43c985-e3a9-4c8f-a179-af9a6f911d0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c985-e3a9-4c8f-a179-af9a6f911d0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8f43c985-e3a9-4c8f-a179-af9a6f911d00">
      <UserInfo>
        <DisplayName/>
        <AccountId xsi:nil="true"/>
        <AccountType/>
      </UserInfo>
    </Assigned_x0020_to0>
    <Project_x0020_phase xmlns="8f43c985-e3a9-4c8f-a179-af9a6f911d00">Edit and Equity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E25F1-71AD-49C6-B925-9384BC782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43c985-e3a9-4c8f-a179-af9a6f911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f43c985-e3a9-4c8f-a179-af9a6f911d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27F9E0D-E27D-4F17-8688-D7614D2E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skillset_template</Template>
  <TotalTime>60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FBPSS000002 Bread baking for pastry cooks skill set</vt:lpstr>
    </vt:vector>
  </TitlesOfParts>
  <Company>AgriFood Skills Australia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FBPSS000002 Bread baking for pastry cooks skill set</dc:title>
  <dc:creator>Tina Berghella</dc:creator>
  <cp:lastModifiedBy>Tom Vassallo</cp:lastModifiedBy>
  <cp:revision>17</cp:revision>
  <cp:lastPrinted>2017-05-30T00:40:00Z</cp:lastPrinted>
  <dcterms:created xsi:type="dcterms:W3CDTF">2017-05-01T00:22:00Z</dcterms:created>
  <dcterms:modified xsi:type="dcterms:W3CDTF">2017-10-02T08:10:00Z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0x01010031E3601A24FCA44CB014AFD023C93985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